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89445F" w:rsidP="001E159E">
      <w:pPr>
        <w:spacing w:after="180"/>
        <w:rPr>
          <w:b/>
          <w:sz w:val="44"/>
          <w:szCs w:val="44"/>
        </w:rPr>
      </w:pPr>
      <w:r>
        <w:rPr>
          <w:b/>
          <w:sz w:val="44"/>
          <w:szCs w:val="44"/>
        </w:rPr>
        <w:t>Longitudinal wave</w:t>
      </w:r>
    </w:p>
    <w:p w:rsidR="001E159E" w:rsidRDefault="001E159E" w:rsidP="001E159E">
      <w:pPr>
        <w:spacing w:after="180"/>
      </w:pPr>
    </w:p>
    <w:p w:rsidR="0089445F" w:rsidRPr="0089445F" w:rsidRDefault="0089445F" w:rsidP="0089445F">
      <w:pPr>
        <w:spacing w:line="276" w:lineRule="auto"/>
      </w:pPr>
      <w:r w:rsidRPr="0089445F">
        <w:rPr>
          <w:lang w:val="en-US"/>
        </w:rPr>
        <w:t>This picture shows particles of air in a sound wave.</w:t>
      </w:r>
    </w:p>
    <w:p w:rsidR="0089445F" w:rsidRDefault="0089445F" w:rsidP="0089445F">
      <w:pPr>
        <w:spacing w:line="276" w:lineRule="auto"/>
        <w:rPr>
          <w:lang w:val="en-US"/>
        </w:rPr>
      </w:pPr>
      <w:r w:rsidRPr="0089445F">
        <w:rPr>
          <w:lang w:val="en-US"/>
        </w:rPr>
        <w:t>A vibrating object is making the air particles move.</w:t>
      </w:r>
    </w:p>
    <w:p w:rsidR="0089445F" w:rsidRPr="0089445F" w:rsidRDefault="0089445F" w:rsidP="0089445F">
      <w:pPr>
        <w:spacing w:line="276" w:lineRule="auto"/>
      </w:pPr>
    </w:p>
    <w:p w:rsidR="001E159E" w:rsidRPr="00201AC2" w:rsidRDefault="0089445F" w:rsidP="001E159E">
      <w:pPr>
        <w:spacing w:after="240"/>
        <w:rPr>
          <w:szCs w:val="18"/>
        </w:rPr>
      </w:pPr>
      <w:r>
        <w:rPr>
          <w:noProof/>
          <w:szCs w:val="18"/>
          <w:lang w:eastAsia="en-GB"/>
        </w:rPr>
        <w:drawing>
          <wp:inline distT="0" distB="0" distL="0" distR="0" wp14:anchorId="55CA4016">
            <wp:extent cx="5631180" cy="1099263"/>
            <wp:effectExtent l="0" t="0" r="762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81519" cy="1109090"/>
                    </a:xfrm>
                    <a:prstGeom prst="rect">
                      <a:avLst/>
                    </a:prstGeom>
                    <a:noFill/>
                  </pic:spPr>
                </pic:pic>
              </a:graphicData>
            </a:graphic>
          </wp:inline>
        </w:drawing>
      </w:r>
    </w:p>
    <w:p w:rsidR="0089445F" w:rsidRDefault="0089445F" w:rsidP="0089445F">
      <w:pPr>
        <w:spacing w:after="180"/>
        <w:rPr>
          <w:szCs w:val="18"/>
          <w:lang w:val="en-US"/>
        </w:rPr>
      </w:pPr>
      <w:r w:rsidRPr="0089445F">
        <w:rPr>
          <w:szCs w:val="18"/>
          <w:lang w:val="en-US"/>
        </w:rPr>
        <w:t>This picture shows particles of air when there is no sound wave.</w:t>
      </w:r>
    </w:p>
    <w:p w:rsidR="0089445F" w:rsidRPr="0089445F" w:rsidRDefault="0089445F" w:rsidP="0089445F">
      <w:pPr>
        <w:spacing w:after="180"/>
        <w:rPr>
          <w:szCs w:val="18"/>
        </w:rPr>
      </w:pPr>
      <w:r w:rsidRPr="0089445F">
        <w:rPr>
          <w:noProof/>
          <w:szCs w:val="18"/>
          <w:lang w:eastAsia="en-GB"/>
        </w:rPr>
        <w:drawing>
          <wp:inline distT="0" distB="0" distL="0" distR="0" wp14:anchorId="7FC3436D" wp14:editId="7762BACD">
            <wp:extent cx="5691116" cy="784373"/>
            <wp:effectExtent l="0" t="0" r="5080" b="0"/>
            <wp:docPr id="710"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Picture 709"/>
                    <pic:cNvPicPr>
                      <a:picLocks noChangeAspect="1"/>
                    </pic:cNvPicPr>
                  </pic:nvPicPr>
                  <pic:blipFill rotWithShape="1">
                    <a:blip r:embed="rId8"/>
                    <a:srcRect l="1031" r="805"/>
                    <a:stretch/>
                  </pic:blipFill>
                  <pic:spPr>
                    <a:xfrm>
                      <a:off x="0" y="0"/>
                      <a:ext cx="5733540" cy="790220"/>
                    </a:xfrm>
                    <a:prstGeom prst="rect">
                      <a:avLst/>
                    </a:prstGeom>
                  </pic:spPr>
                </pic:pic>
              </a:graphicData>
            </a:graphic>
          </wp:inline>
        </w:drawing>
      </w:r>
    </w:p>
    <w:p w:rsidR="0089445F" w:rsidRDefault="0089445F" w:rsidP="0089445F">
      <w:pPr>
        <w:spacing w:after="180"/>
        <w:rPr>
          <w:lang w:val="en-US"/>
        </w:rPr>
      </w:pPr>
    </w:p>
    <w:p w:rsidR="0089445F" w:rsidRPr="0089445F" w:rsidRDefault="0089445F" w:rsidP="0089445F">
      <w:pPr>
        <w:spacing w:after="120"/>
        <w:rPr>
          <w:sz w:val="28"/>
        </w:rPr>
      </w:pPr>
      <w:r w:rsidRPr="0089445F">
        <w:rPr>
          <w:sz w:val="28"/>
          <w:lang w:val="en-US"/>
        </w:rPr>
        <w:t>These statements are about the moving air particles in a sound wave.</w:t>
      </w:r>
    </w:p>
    <w:p w:rsidR="001E159E" w:rsidRPr="0089445F" w:rsidRDefault="001E159E" w:rsidP="0089445F">
      <w:pPr>
        <w:spacing w:after="120"/>
        <w:rPr>
          <w:i/>
        </w:rPr>
      </w:pPr>
      <w:r w:rsidRPr="0089445F">
        <w:rPr>
          <w:i/>
        </w:rPr>
        <w:t>For each statement, tick (</w:t>
      </w:r>
      <w:r w:rsidRPr="0089445F">
        <w:rPr>
          <w:i/>
        </w:rPr>
        <w:sym w:font="Wingdings" w:char="F0FC"/>
      </w:r>
      <w:r w:rsidRPr="0089445F">
        <w:rPr>
          <w:i/>
        </w:rPr>
        <w:t xml:space="preserve">) </w:t>
      </w:r>
      <w:r w:rsidRPr="0089445F">
        <w:rPr>
          <w:b/>
          <w:i/>
        </w:rPr>
        <w:t>one</w:t>
      </w:r>
      <w:r w:rsidRPr="0089445F">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89445F"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89445F" w:rsidRDefault="001E159E" w:rsidP="00677EDD">
            <w:pPr>
              <w:tabs>
                <w:tab w:val="right" w:leader="dot" w:pos="8680"/>
              </w:tabs>
              <w:jc w:val="center"/>
              <w:rPr>
                <w:rFonts w:eastAsia="Times New Roman" w:cs="Times New Roman"/>
                <w:b/>
                <w:lang w:eastAsia="en-GB"/>
              </w:rPr>
            </w:pPr>
            <w:r w:rsidRPr="0089445F">
              <w:rPr>
                <w:rFonts w:eastAsia="Times New Roman" w:cs="Times New Roman"/>
                <w:b/>
                <w:lang w:eastAsia="en-GB"/>
              </w:rPr>
              <w:t>A</w:t>
            </w:r>
          </w:p>
        </w:tc>
        <w:tc>
          <w:tcPr>
            <w:tcW w:w="4395" w:type="dxa"/>
            <w:tcBorders>
              <w:left w:val="nil"/>
            </w:tcBorders>
            <w:vAlign w:val="center"/>
          </w:tcPr>
          <w:p w:rsidR="001E159E" w:rsidRPr="0089445F" w:rsidRDefault="0089445F" w:rsidP="00677EDD">
            <w:pPr>
              <w:tabs>
                <w:tab w:val="right" w:leader="dot" w:pos="8680"/>
              </w:tabs>
              <w:rPr>
                <w:rFonts w:eastAsia="Times New Roman" w:cs="Times New Roman"/>
                <w:lang w:eastAsia="en-GB"/>
              </w:rPr>
            </w:pPr>
            <w:r w:rsidRPr="0089445F">
              <w:rPr>
                <w:rFonts w:eastAsia="Times New Roman" w:cs="Times New Roman"/>
                <w:lang w:eastAsia="en-GB"/>
              </w:rPr>
              <w:t>Air particles can be pushed forward by other air particles that hit them.</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89445F" w:rsidRDefault="001E159E" w:rsidP="00677EDD">
            <w:pPr>
              <w:tabs>
                <w:tab w:val="right" w:leader="dot" w:pos="8680"/>
              </w:tabs>
              <w:jc w:val="center"/>
              <w:rPr>
                <w:rFonts w:eastAsia="Times New Roman" w:cs="Times New Roman"/>
                <w:b/>
                <w:lang w:eastAsia="en-GB"/>
              </w:rPr>
            </w:pPr>
            <w:r w:rsidRPr="0089445F">
              <w:rPr>
                <w:rFonts w:eastAsia="Times New Roman" w:cs="Times New Roman"/>
                <w:b/>
                <w:lang w:eastAsia="en-GB"/>
              </w:rPr>
              <w:t>B</w:t>
            </w:r>
          </w:p>
        </w:tc>
        <w:tc>
          <w:tcPr>
            <w:tcW w:w="4395" w:type="dxa"/>
            <w:tcBorders>
              <w:left w:val="nil"/>
            </w:tcBorders>
            <w:vAlign w:val="center"/>
          </w:tcPr>
          <w:p w:rsidR="001E159E" w:rsidRPr="0089445F" w:rsidRDefault="0089445F" w:rsidP="00677EDD">
            <w:pPr>
              <w:tabs>
                <w:tab w:val="right" w:leader="dot" w:pos="8680"/>
              </w:tabs>
              <w:rPr>
                <w:rFonts w:eastAsia="Times New Roman" w:cs="Times New Roman"/>
                <w:lang w:eastAsia="en-GB"/>
              </w:rPr>
            </w:pPr>
            <w:r w:rsidRPr="0089445F">
              <w:rPr>
                <w:rFonts w:eastAsia="Times New Roman" w:cs="Times New Roman"/>
                <w:lang w:eastAsia="en-GB"/>
              </w:rPr>
              <w:t xml:space="preserve">Air particles vibrate and </w:t>
            </w:r>
            <w:r w:rsidRPr="0089445F">
              <w:rPr>
                <w:rFonts w:eastAsia="Times New Roman" w:cs="Times New Roman"/>
                <w:i/>
                <w:iCs/>
                <w:lang w:eastAsia="en-GB"/>
              </w:rPr>
              <w:t>slowly</w:t>
            </w:r>
            <w:r w:rsidRPr="0089445F">
              <w:rPr>
                <w:rFonts w:eastAsia="Times New Roman" w:cs="Times New Roman"/>
                <w:lang w:eastAsia="en-GB"/>
              </w:rPr>
              <w:t xml:space="preserve"> move forward.</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89445F" w:rsidRDefault="001E159E" w:rsidP="00677EDD">
            <w:pPr>
              <w:tabs>
                <w:tab w:val="right" w:leader="dot" w:pos="8680"/>
              </w:tabs>
              <w:jc w:val="center"/>
              <w:rPr>
                <w:rFonts w:eastAsia="Times New Roman" w:cs="Times New Roman"/>
                <w:b/>
                <w:lang w:eastAsia="en-GB"/>
              </w:rPr>
            </w:pPr>
            <w:r w:rsidRPr="0089445F">
              <w:rPr>
                <w:rFonts w:eastAsia="Times New Roman" w:cs="Times New Roman"/>
                <w:b/>
                <w:lang w:eastAsia="en-GB"/>
              </w:rPr>
              <w:t>C</w:t>
            </w:r>
          </w:p>
        </w:tc>
        <w:tc>
          <w:tcPr>
            <w:tcW w:w="4395" w:type="dxa"/>
            <w:tcBorders>
              <w:left w:val="nil"/>
            </w:tcBorders>
            <w:vAlign w:val="center"/>
          </w:tcPr>
          <w:p w:rsidR="001E159E" w:rsidRPr="0089445F" w:rsidRDefault="0089445F" w:rsidP="00677EDD">
            <w:pPr>
              <w:tabs>
                <w:tab w:val="right" w:leader="dot" w:pos="8680"/>
              </w:tabs>
              <w:rPr>
                <w:rFonts w:eastAsia="Times New Roman" w:cs="Times New Roman"/>
                <w:lang w:eastAsia="en-GB"/>
              </w:rPr>
            </w:pPr>
            <w:r w:rsidRPr="0089445F">
              <w:rPr>
                <w:rFonts w:eastAsia="Times New Roman" w:cs="Times New Roman"/>
                <w:lang w:eastAsia="en-GB"/>
              </w:rPr>
              <w:t>Ai</w:t>
            </w:r>
            <w:r w:rsidR="00084FA6">
              <w:rPr>
                <w:rFonts w:eastAsia="Times New Roman" w:cs="Times New Roman"/>
                <w:lang w:eastAsia="en-GB"/>
              </w:rPr>
              <w:t>r particles can bounce backward</w:t>
            </w:r>
            <w:r w:rsidRPr="0089445F">
              <w:rPr>
                <w:rFonts w:eastAsia="Times New Roman" w:cs="Times New Roman"/>
                <w:lang w:eastAsia="en-GB"/>
              </w:rPr>
              <w:t xml:space="preserve"> off the air particles they bump into.</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89445F" w:rsidRDefault="001E159E" w:rsidP="00677EDD">
            <w:pPr>
              <w:tabs>
                <w:tab w:val="right" w:leader="dot" w:pos="8680"/>
              </w:tabs>
              <w:jc w:val="center"/>
              <w:rPr>
                <w:rFonts w:eastAsia="Times New Roman" w:cs="Times New Roman"/>
                <w:b/>
                <w:lang w:eastAsia="en-GB"/>
              </w:rPr>
            </w:pPr>
            <w:r w:rsidRPr="0089445F">
              <w:rPr>
                <w:rFonts w:eastAsia="Times New Roman" w:cs="Times New Roman"/>
                <w:b/>
                <w:lang w:eastAsia="en-GB"/>
              </w:rPr>
              <w:t>D</w:t>
            </w:r>
          </w:p>
        </w:tc>
        <w:tc>
          <w:tcPr>
            <w:tcW w:w="4395" w:type="dxa"/>
            <w:tcBorders>
              <w:left w:val="nil"/>
            </w:tcBorders>
            <w:vAlign w:val="center"/>
          </w:tcPr>
          <w:p w:rsidR="001E159E" w:rsidRPr="0089445F" w:rsidRDefault="0089445F" w:rsidP="00677EDD">
            <w:pPr>
              <w:tabs>
                <w:tab w:val="right" w:leader="dot" w:pos="8680"/>
              </w:tabs>
              <w:rPr>
                <w:rFonts w:eastAsia="Times New Roman" w:cs="Times New Roman"/>
                <w:lang w:eastAsia="en-GB"/>
              </w:rPr>
            </w:pPr>
            <w:r w:rsidRPr="0089445F">
              <w:rPr>
                <w:rFonts w:eastAsia="Times New Roman" w:cs="Times New Roman"/>
                <w:lang w:eastAsia="en-GB"/>
              </w:rPr>
              <w:t xml:space="preserve">Air particles move backwards and forwards over and over again.  </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7B55E4" w:rsidRPr="006F3279" w:rsidRDefault="007B55E4" w:rsidP="007B55E4">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PSL4: Waves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PSL4.2</w:t>
      </w:r>
      <w:r w:rsidRPr="00CA4B46">
        <w:rPr>
          <w:i/>
          <w:sz w:val="18"/>
          <w:szCs w:val="18"/>
        </w:rPr>
        <w:t xml:space="preserve">: </w:t>
      </w:r>
      <w:r>
        <w:rPr>
          <w:i/>
          <w:sz w:val="18"/>
          <w:szCs w:val="18"/>
        </w:rPr>
        <w:t>A wave model of sound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B55E4" w:rsidP="006F3279">
            <w:pPr>
              <w:spacing w:after="60"/>
              <w:ind w:left="1304"/>
              <w:rPr>
                <w:b/>
                <w:sz w:val="40"/>
                <w:szCs w:val="40"/>
              </w:rPr>
            </w:pPr>
            <w:r>
              <w:rPr>
                <w:b/>
                <w:sz w:val="40"/>
                <w:szCs w:val="40"/>
              </w:rPr>
              <w:t>Longitudinal wave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7B55E4" w:rsidP="0007651D">
            <w:pPr>
              <w:spacing w:before="60" w:after="60"/>
            </w:pPr>
            <w:r w:rsidRPr="007B55E4">
              <w:t>As a sound wave (longitudinal wave) travels it transfers energy, as particles of the medium through which it travels are successively made to vibrate forwards and backwards along the direction in which the wave travels.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7B55E4" w:rsidP="0007651D">
            <w:pPr>
              <w:spacing w:before="60" w:after="60"/>
              <w:rPr>
                <w:b/>
              </w:rPr>
            </w:pPr>
            <w:r w:rsidRPr="007B55E4">
              <w:t>Explain how movement of each ‘particle’ of a longitudinal wave causes a perturbation to move forward.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E1987"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B55E4" w:rsidP="000505CA">
            <w:pPr>
              <w:spacing w:before="60" w:after="60"/>
            </w:pPr>
            <w:r w:rsidRPr="007B55E4">
              <w:t>Sound wave, vibrate, vibration, longitudinal wave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084FA6" w:rsidRPr="00801B4D" w:rsidRDefault="00084FA6" w:rsidP="00084FA6">
      <w:pPr>
        <w:spacing w:after="180"/>
      </w:pPr>
      <w:r>
        <w:t>Finding out exactly what students are thinking about sound can be difficult, as they often label ideas of ‘s</w:t>
      </w:r>
      <w:r w:rsidRPr="00801B4D">
        <w:t>ound particles</w:t>
      </w:r>
      <w:r>
        <w:t>’</w:t>
      </w:r>
      <w:r w:rsidRPr="00801B4D">
        <w:t xml:space="preserve"> </w:t>
      </w:r>
      <w:r>
        <w:t xml:space="preserve">with scientific terms: </w:t>
      </w:r>
      <w:r w:rsidRPr="00801B4D">
        <w:t>sound waves, disturbances, or vibrations</w:t>
      </w:r>
      <w:r>
        <w:t>. Superficially it can</w:t>
      </w:r>
      <w:r w:rsidRPr="00801B4D">
        <w:t xml:space="preserve"> appear t</w:t>
      </w:r>
      <w:r>
        <w:t xml:space="preserve">hat students </w:t>
      </w:r>
      <w:r w:rsidRPr="00801B4D">
        <w:t xml:space="preserve">have </w:t>
      </w:r>
      <w:r>
        <w:t>a scientific</w:t>
      </w:r>
      <w:r w:rsidRPr="00801B4D">
        <w:t xml:space="preserve"> understanding when they do not </w:t>
      </w:r>
      <w:r w:rsidRPr="00801B4D">
        <w:fldChar w:fldCharType="begin"/>
      </w:r>
      <w:r>
        <w:instrText xml:space="preserve"> ADDIN EN.CITE &lt;EndNote&gt;&lt;Cite&gt;&lt;Author&gt;Fazio&lt;/Author&gt;&lt;Year&gt;2008&lt;/Year&gt;&lt;IDText&gt;Modelling Mechanical Wave Propogation: Guidelines and experimentation of a teaching-learning sequence&lt;/IDText&gt;&lt;DisplayText&gt;(Fazio et al., 2008)&lt;/DisplayText&gt;&lt;record&gt;&lt;titles&gt;&lt;title&gt;Modelling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format="utc"&gt;1567606127&lt;/last-updated-date&gt;&lt;volume&gt;30:11&lt;/volume&gt;&lt;/record&gt;&lt;/Cite&gt;&lt;Cite&gt;&lt;Author&gt;Fazio&lt;/Author&gt;&lt;Year&gt;2008&lt;/Year&gt;&lt;IDText&gt;Modelling Mechanical Wave Propogation: Guidelines and experimentation of a teaching-learning sequence&lt;/IDText&gt;&lt;record&gt;&lt;titles&gt;&lt;title&gt;Modelling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format="utc"&gt;1567606495&lt;/last-updated-date&gt;&lt;volume&gt;30:11&lt;/volume&gt;&lt;/record&gt;&lt;/Cite&gt;&lt;/EndNote&gt;</w:instrText>
      </w:r>
      <w:r w:rsidRPr="00801B4D">
        <w:fldChar w:fldCharType="separate"/>
      </w:r>
      <w:r>
        <w:rPr>
          <w:noProof/>
        </w:rPr>
        <w:t>(Fazio et al., 2008)</w:t>
      </w:r>
      <w:r w:rsidRPr="00801B4D">
        <w:fldChar w:fldCharType="end"/>
      </w:r>
      <w:r w:rsidRPr="00801B4D">
        <w:t xml:space="preserve">. </w:t>
      </w:r>
    </w:p>
    <w:p w:rsidR="00084FA6" w:rsidRDefault="00084FA6" w:rsidP="00084FA6">
      <w:pPr>
        <w:spacing w:after="180"/>
      </w:pPr>
      <w:r>
        <w:t xml:space="preserve">The motion of waves is hard for students to understand because waves form from large numbers of small scale events, such as the backwards and forwards movement of air particles in a sound wave. These small scale events are quite different to the form and motion of the wave </w:t>
      </w:r>
      <w:r>
        <w:fldChar w:fldCharType="begin"/>
      </w:r>
      <w:r>
        <w:instrText xml:space="preserve"> ADDIN EN.CITE &lt;EndNote&gt;&lt;Cite&gt;&lt;Author&gt;Caleon&lt;/Author&gt;&lt;Year&gt;2010&lt;/Year&gt;&lt;IDText&gt;Development and Application of a Three-Tier Diagnostic Test to Assess Secondary Students&amp;apos; Understanding of Waves&lt;/IDText&gt;&lt;DisplayText&gt;(Caleon and Subramaniam, 2010)&lt;/DisplayText&gt;&lt;record&gt;&lt;titles&gt;&lt;title&gt;Development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format="utc"&gt;1567606343&lt;/last-updated-date&gt;&lt;volume&gt;32:7&lt;/volume&gt;&lt;/record&gt;&lt;/Cite&gt;&lt;/EndNote&gt;</w:instrText>
      </w:r>
      <w:r>
        <w:fldChar w:fldCharType="separate"/>
      </w:r>
      <w:r>
        <w:rPr>
          <w:noProof/>
        </w:rPr>
        <w:t>(Caleon and Subramaniam, 2010)</w:t>
      </w:r>
      <w:r>
        <w:fldChar w:fldCharType="end"/>
      </w:r>
      <w:r>
        <w:t xml:space="preserve">. This can be seen clearly when spectators at a sports event stand up and sit down in sequence to produce a </w:t>
      </w:r>
      <w:r w:rsidRPr="0029005B">
        <w:rPr>
          <w:i/>
        </w:rPr>
        <w:t>Mexican wave</w:t>
      </w:r>
      <w:r>
        <w:rPr>
          <w:i/>
        </w:rPr>
        <w:t>,</w:t>
      </w:r>
      <w:r>
        <w:t xml:space="preserve"> which moves around the stadium. A model longitudinal wave can be set up similarly, with students who are standing in a line stepping forwards and backwards in sequence. This process transfers energy through a medium, but without the transfer of any bulk substance.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FA48D6" w:rsidRDefault="00FA48D6" w:rsidP="00026DEC">
      <w:pPr>
        <w:spacing w:after="180"/>
        <w:rPr>
          <w:b/>
          <w:color w:val="5F497A" w:themeColor="accent4" w:themeShade="BF"/>
          <w:sz w:val="24"/>
        </w:rPr>
      </w:pP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FA48D6" w:rsidP="00BF6C8A">
      <w:pPr>
        <w:spacing w:after="180"/>
      </w:pPr>
      <w:r>
        <w:t>A, C and D are all correct statements; statement B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DE1987" w:rsidP="00A01222">
      <w:pPr>
        <w:spacing w:after="180"/>
      </w:pPr>
      <w:r w:rsidRPr="00DE1987">
        <w:t>This question</w:t>
      </w:r>
      <w:r>
        <w:t xml:space="preserve"> </w:t>
      </w:r>
      <w:r w:rsidR="00EB7818">
        <w:t xml:space="preserve">focuses on how the particles of air move within a sound wave, </w:t>
      </w:r>
      <w:r w:rsidR="00EB7818" w:rsidRPr="00EB7818">
        <w:rPr>
          <w:i/>
        </w:rPr>
        <w:t>before</w:t>
      </w:r>
      <w:r w:rsidR="00EB7818">
        <w:t xml:space="preserve"> any labels showing compressions or rarefactions are added to the wave, </w:t>
      </w:r>
      <w:r w:rsidR="00EB7818" w:rsidRPr="00EB7818">
        <w:rPr>
          <w:i/>
        </w:rPr>
        <w:t>before</w:t>
      </w:r>
      <w:r w:rsidR="00EB7818">
        <w:t xml:space="preserve"> it is labelled longitudinal and </w:t>
      </w:r>
      <w:r w:rsidR="00EB7818" w:rsidRPr="00EB7818">
        <w:rPr>
          <w:i/>
        </w:rPr>
        <w:t>before</w:t>
      </w:r>
      <w:r w:rsidR="00EB7818">
        <w:t xml:space="preserve"> the motion of the air particles </w:t>
      </w:r>
      <w:r w:rsidR="00D7609B">
        <w:t xml:space="preserve">in it </w:t>
      </w:r>
      <w:r w:rsidR="00EB7818">
        <w:t xml:space="preserve">are represented in a wave-diagram that looks just like a transverse wave. </w:t>
      </w:r>
      <w:r w:rsidR="003E65B5">
        <w:t xml:space="preserve">An </w:t>
      </w:r>
      <w:r w:rsidR="00D7609B">
        <w:t>idea of how air particles are moving</w:t>
      </w:r>
      <w:r w:rsidR="00E55D18">
        <w:t xml:space="preserve"> in the wave</w:t>
      </w:r>
      <w:r w:rsidR="00D7609B">
        <w:t xml:space="preserve"> is needed in order to form a scientific understanding of </w:t>
      </w:r>
      <w:r w:rsidR="00D7609B" w:rsidRPr="00D7609B">
        <w:rPr>
          <w:i/>
        </w:rPr>
        <w:t>all</w:t>
      </w:r>
      <w:r w:rsidR="00D7609B">
        <w:t xml:space="preserve"> of these things.</w:t>
      </w:r>
      <w:r w:rsidR="006B7DF5">
        <w:t xml:space="preserve"> </w:t>
      </w:r>
    </w:p>
    <w:p w:rsidR="001038B8" w:rsidRDefault="001038B8" w:rsidP="001038B8">
      <w:pPr>
        <w:spacing w:after="180"/>
      </w:pPr>
      <w:r>
        <w:t xml:space="preserve">In the diagram of a sound wave shown in this question, a true representation would need to have an unimaginable number of particles – all too small to see. Instead, just a few particles have been shown, so that what is happening can be visualised more clearly. </w:t>
      </w:r>
    </w:p>
    <w:p w:rsidR="001038B8" w:rsidRDefault="001038B8" w:rsidP="001038B8">
      <w:pPr>
        <w:spacing w:after="180"/>
      </w:pPr>
      <w:r>
        <w:t>What happens is that air particles, pushed forward by the loudspeaker cone, hit other air particles and bounce back off them. The particles they hit are pushed forwards in turn and the movement is passed on through the air. This results in individual air particles moving repeatedly forwards and backwards as the sound wave moves forward. Compressions are formed each time the loudspeaker cone moves forward, and these move forward with the sound wave.</w:t>
      </w:r>
    </w:p>
    <w:p w:rsidR="00414646" w:rsidRDefault="00414646" w:rsidP="00414646">
      <w:pPr>
        <w:spacing w:after="180"/>
      </w:pPr>
      <w:r>
        <w:t xml:space="preserve">When teaching how sound waves move through the air, we use </w:t>
      </w:r>
      <w:r w:rsidR="001038B8">
        <w:t>the</w:t>
      </w:r>
      <w:r>
        <w:t xml:space="preserve"> simplified model </w:t>
      </w:r>
      <w:r w:rsidR="001038B8">
        <w:t>described above. This however</w:t>
      </w:r>
      <w:r w:rsidR="008B5BA6">
        <w:t>,</w:t>
      </w:r>
      <w:r w:rsidR="001038B8">
        <w:t xml:space="preserve"> </w:t>
      </w:r>
      <w:r>
        <w:t xml:space="preserve">does not take account of the motion of air particles described by the kinetic theory. Instead we describe just the movement between gas particles that results in the forward motion of a wave. This </w:t>
      </w:r>
      <w:r w:rsidR="008B5BA6" w:rsidRPr="008B5BA6">
        <w:rPr>
          <w:i/>
        </w:rPr>
        <w:t>bridging model</w:t>
      </w:r>
      <w:r w:rsidR="008B5BA6">
        <w:t xml:space="preserve"> </w:t>
      </w:r>
      <w:r>
        <w:t>builds towards a more complete understanding, but it does not answer every question a student might ask. For example, it does not explain why loud sounds travel at the same speed as a quiet sounds; or why high pitch sounds travel at the same speed</w:t>
      </w:r>
      <w:r w:rsidRPr="001B1CFE">
        <w:t xml:space="preserve"> </w:t>
      </w:r>
      <w:r>
        <w:t>as ones with a low pitch. The explanation given in the guidance notes</w:t>
      </w:r>
      <w:r w:rsidR="00F85B2A">
        <w:t xml:space="preserve"> for</w:t>
      </w:r>
      <w:r>
        <w:t xml:space="preserve"> the BEST ‘Key concept’: </w:t>
      </w:r>
      <w:r w:rsidRPr="008B5BA6">
        <w:rPr>
          <w:i/>
        </w:rPr>
        <w:t>A wave model of sound</w:t>
      </w:r>
      <w:r>
        <w:t xml:space="preserve">, goes beyond what your students need to understand at this stage, but it may be helpful </w:t>
      </w:r>
      <w:r w:rsidR="008B5BA6">
        <w:t xml:space="preserve">to you </w:t>
      </w:r>
      <w:r>
        <w:t>in answering these challenging questions.</w:t>
      </w:r>
    </w:p>
    <w:p w:rsidR="00EB7818" w:rsidRPr="00DE1987" w:rsidRDefault="00F82685" w:rsidP="00A01222">
      <w:pPr>
        <w:spacing w:after="180"/>
      </w:pPr>
      <w:r>
        <w:t>It is common for students to think that air particles move forwards in a sound wave. Statement B is a subtle version of this idea</w:t>
      </w:r>
      <w:r w:rsidR="00A50FD1">
        <w:t>,</w:t>
      </w:r>
      <w:r>
        <w:t xml:space="preserve"> </w:t>
      </w:r>
      <w:r w:rsidR="00A50FD1">
        <w:t>which</w:t>
      </w:r>
      <w:r>
        <w:t xml:space="preserve"> allows students to </w:t>
      </w:r>
      <w:r w:rsidR="00A50FD1">
        <w:t xml:space="preserve">reveal this misunderstanding whilst also allowing them to repeat the scientific understanding </w:t>
      </w:r>
      <w:r>
        <w:t xml:space="preserve">that particles are moving forwards and backwards. </w:t>
      </w:r>
    </w:p>
    <w:p w:rsidR="008264D0" w:rsidRDefault="00A01222" w:rsidP="00A01222">
      <w:pPr>
        <w:spacing w:after="180"/>
      </w:pPr>
      <w:r w:rsidRPr="004F039C">
        <w:t xml:space="preserve">If students have </w:t>
      </w:r>
      <w:r w:rsidR="004B1C32">
        <w:t>misunderstanding</w:t>
      </w:r>
      <w:r w:rsidRPr="004F039C">
        <w:t xml:space="preserve">s about </w:t>
      </w:r>
      <w:r w:rsidR="00476310" w:rsidRPr="007B55E4">
        <w:t>how movement of each ‘particle’ of a longitudinal wave causes a perturbation to move forward</w:t>
      </w:r>
      <w:r w:rsidRPr="004F039C">
        <w:t xml:space="preserve">, </w:t>
      </w:r>
      <w:r w:rsidR="008264D0">
        <w:t>it can help to model what is happening. This can be done with a line of students who are standing-to-shoulder.</w:t>
      </w:r>
      <w:r w:rsidR="008264D0" w:rsidRPr="004F039C">
        <w:t xml:space="preserve"> </w:t>
      </w:r>
      <w:r w:rsidR="008264D0">
        <w:t>A gentle push on the shoulders of the one at the end can be transmitted along the line.</w:t>
      </w:r>
      <w:r w:rsidR="00476310">
        <w:t xml:space="preserve"> The movement moves along the line, but the students </w:t>
      </w:r>
      <w:r w:rsidR="00A50FD1">
        <w:t>d</w:t>
      </w:r>
      <w:r w:rsidR="00476310">
        <w:t>o not. If the students did move along the line, then there would be nothing left for the speaker to push and it would no longer make sound waves!</w:t>
      </w:r>
    </w:p>
    <w:p w:rsidR="00A01222" w:rsidRPr="00CE5ADA" w:rsidRDefault="00A01222" w:rsidP="00A01222">
      <w:pPr>
        <w:spacing w:after="180"/>
      </w:pPr>
      <w:r w:rsidRPr="00CE5ADA">
        <w:t xml:space="preserve">The following BEST ‘response </w:t>
      </w:r>
      <w:r w:rsidR="00F2483A" w:rsidRPr="00CE5ADA">
        <w:t>activit</w:t>
      </w:r>
      <w:r w:rsidR="00CE5ADA" w:rsidRPr="00CE5ADA">
        <w:t>y</w:t>
      </w:r>
      <w:r w:rsidRPr="00CE5ADA">
        <w:t xml:space="preserve">’ could </w:t>
      </w:r>
      <w:r w:rsidR="008264D0">
        <w:t xml:space="preserve">also </w:t>
      </w:r>
      <w:r w:rsidRPr="00CE5ADA">
        <w:t xml:space="preserve">be used </w:t>
      </w:r>
      <w:r w:rsidR="008264D0">
        <w:t xml:space="preserve">to model particle movement </w:t>
      </w:r>
      <w:r w:rsidRPr="00CE5ADA">
        <w:t>in follow-up to this diagnostic question:</w:t>
      </w:r>
    </w:p>
    <w:p w:rsidR="00A01222" w:rsidRPr="00CE5ADA" w:rsidRDefault="00A01222" w:rsidP="00A01222">
      <w:pPr>
        <w:pStyle w:val="ListParagraph"/>
        <w:numPr>
          <w:ilvl w:val="0"/>
          <w:numId w:val="1"/>
        </w:numPr>
        <w:spacing w:after="180"/>
      </w:pPr>
      <w:r w:rsidRPr="00CE5ADA">
        <w:t xml:space="preserve">Response </w:t>
      </w:r>
      <w:r w:rsidR="00F2483A" w:rsidRPr="00CE5ADA">
        <w:t>activity</w:t>
      </w:r>
      <w:r w:rsidRPr="00CE5ADA">
        <w:t xml:space="preserve">: </w:t>
      </w:r>
      <w:r w:rsidR="00CE5ADA" w:rsidRPr="00CE5ADA">
        <w:t>Model sound wave</w:t>
      </w:r>
      <w:bookmarkStart w:id="0" w:name="_GoBack"/>
      <w:bookmarkEnd w:id="0"/>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CE5ADA">
        <w:t>.</w:t>
      </w:r>
    </w:p>
    <w:p w:rsidR="00CC78A5" w:rsidRDefault="00D278E8" w:rsidP="00E172C6">
      <w:pPr>
        <w:spacing w:after="180"/>
      </w:pPr>
      <w:r w:rsidRPr="0045323E">
        <w:t xml:space="preserve">Images: </w:t>
      </w:r>
      <w:r w:rsidR="007D536F">
        <w:t>Peter Fairhurst (UYSEG)</w:t>
      </w:r>
      <w:r w:rsidR="00CE5ADA">
        <w:t>.</w:t>
      </w:r>
    </w:p>
    <w:p w:rsidR="00476310" w:rsidRDefault="00476310">
      <w:pPr>
        <w:spacing w:after="200" w:line="276" w:lineRule="auto"/>
        <w:rPr>
          <w:b/>
          <w:color w:val="5F497A" w:themeColor="accent4" w:themeShade="BF"/>
          <w:sz w:val="24"/>
        </w:rPr>
      </w:pPr>
      <w:r>
        <w:rPr>
          <w:b/>
          <w:color w:val="5F497A" w:themeColor="accent4" w:themeShade="BF"/>
          <w:sz w:val="24"/>
        </w:rPr>
        <w:br w:type="page"/>
      </w:r>
    </w:p>
    <w:p w:rsidR="00FA48D6"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FA48D6" w:rsidRPr="00FA48D6" w:rsidRDefault="00FA48D6" w:rsidP="00CE5ADA">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FA48D6">
        <w:t xml:space="preserve">Caleon, I. and Subramaniam, R. (2010). Development and Application of a Three-Tier Diagnostic Test to Assess Secondary Students' Understanding of Waves. </w:t>
      </w:r>
      <w:r w:rsidRPr="00FA48D6">
        <w:rPr>
          <w:i/>
        </w:rPr>
        <w:t>International Journal of Science Education,</w:t>
      </w:r>
      <w:r w:rsidRPr="00FA48D6">
        <w:t xml:space="preserve"> 32:7</w:t>
      </w:r>
      <w:r w:rsidRPr="00FA48D6">
        <w:rPr>
          <w:b/>
        </w:rPr>
        <w:t>,</w:t>
      </w:r>
      <w:r w:rsidRPr="00FA48D6">
        <w:t xml:space="preserve"> 939-961.</w:t>
      </w:r>
    </w:p>
    <w:p w:rsidR="00FA48D6" w:rsidRPr="00FA48D6" w:rsidRDefault="00FA48D6" w:rsidP="00CE5ADA">
      <w:pPr>
        <w:pStyle w:val="EndNoteBibliography"/>
        <w:spacing w:after="120"/>
        <w:ind w:left="426" w:hanging="426"/>
      </w:pPr>
      <w:r w:rsidRPr="00FA48D6">
        <w:t xml:space="preserve">Fazio, C., et al. (2008). Modelling Mechanical Wave Propogation: Guidelines and experimentation of a teaching-learning sequence. </w:t>
      </w:r>
      <w:r w:rsidRPr="00FA48D6">
        <w:rPr>
          <w:i/>
        </w:rPr>
        <w:t>International Journal of Science Education,</w:t>
      </w:r>
      <w:r w:rsidRPr="00FA48D6">
        <w:t xml:space="preserve"> 30:11</w:t>
      </w:r>
      <w:r w:rsidRPr="00FA48D6">
        <w:rPr>
          <w:b/>
        </w:rPr>
        <w:t>,</w:t>
      </w:r>
      <w:r w:rsidRPr="00FA48D6">
        <w:t xml:space="preserve"> 1491-1530.</w:t>
      </w:r>
    </w:p>
    <w:p w:rsidR="00B46FF9" w:rsidRDefault="00FA48D6" w:rsidP="00CE5ADA">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45F" w:rsidRDefault="0089445F" w:rsidP="000B473B">
      <w:r>
        <w:separator/>
      </w:r>
    </w:p>
  </w:endnote>
  <w:endnote w:type="continuationSeparator" w:id="0">
    <w:p w:rsidR="0089445F" w:rsidRDefault="0089445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64A4D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50FD1">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45F" w:rsidRDefault="0089445F" w:rsidP="000B473B">
      <w:r>
        <w:separator/>
      </w:r>
    </w:p>
  </w:footnote>
  <w:footnote w:type="continuationSeparator" w:id="0">
    <w:p w:rsidR="0089445F" w:rsidRDefault="0089445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6FDF1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9920D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9445F"/>
    <w:rsid w:val="00015578"/>
    <w:rsid w:val="00024731"/>
    <w:rsid w:val="00026DEC"/>
    <w:rsid w:val="000505CA"/>
    <w:rsid w:val="0007651D"/>
    <w:rsid w:val="00084FA6"/>
    <w:rsid w:val="0009089A"/>
    <w:rsid w:val="000947E2"/>
    <w:rsid w:val="00095E04"/>
    <w:rsid w:val="000A0D12"/>
    <w:rsid w:val="000B473B"/>
    <w:rsid w:val="000D0E89"/>
    <w:rsid w:val="000E2689"/>
    <w:rsid w:val="001038B8"/>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6CA9"/>
    <w:rsid w:val="002C79AE"/>
    <w:rsid w:val="00301AA9"/>
    <w:rsid w:val="003117F6"/>
    <w:rsid w:val="003334B8"/>
    <w:rsid w:val="003533B8"/>
    <w:rsid w:val="003752BE"/>
    <w:rsid w:val="003A346A"/>
    <w:rsid w:val="003A74CE"/>
    <w:rsid w:val="003B2917"/>
    <w:rsid w:val="003B541B"/>
    <w:rsid w:val="003E2B2F"/>
    <w:rsid w:val="003E6046"/>
    <w:rsid w:val="003E65B5"/>
    <w:rsid w:val="003F16F9"/>
    <w:rsid w:val="00414646"/>
    <w:rsid w:val="00430C1F"/>
    <w:rsid w:val="00442595"/>
    <w:rsid w:val="0045323E"/>
    <w:rsid w:val="00476310"/>
    <w:rsid w:val="004B0EE1"/>
    <w:rsid w:val="004B1C32"/>
    <w:rsid w:val="004C256A"/>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B7DF5"/>
    <w:rsid w:val="006D166B"/>
    <w:rsid w:val="006F3279"/>
    <w:rsid w:val="00704AEE"/>
    <w:rsid w:val="00722F9A"/>
    <w:rsid w:val="00754539"/>
    <w:rsid w:val="0077646D"/>
    <w:rsid w:val="00781BC6"/>
    <w:rsid w:val="007A3C86"/>
    <w:rsid w:val="007A683E"/>
    <w:rsid w:val="007A748B"/>
    <w:rsid w:val="007B18B8"/>
    <w:rsid w:val="007B55E4"/>
    <w:rsid w:val="007B7135"/>
    <w:rsid w:val="007C26E1"/>
    <w:rsid w:val="007D1D65"/>
    <w:rsid w:val="007D536F"/>
    <w:rsid w:val="007E0A9E"/>
    <w:rsid w:val="007E5309"/>
    <w:rsid w:val="00800DE1"/>
    <w:rsid w:val="00813F47"/>
    <w:rsid w:val="008264D0"/>
    <w:rsid w:val="008450D6"/>
    <w:rsid w:val="00856FCA"/>
    <w:rsid w:val="00873B8C"/>
    <w:rsid w:val="00880E3B"/>
    <w:rsid w:val="0089445F"/>
    <w:rsid w:val="008A405F"/>
    <w:rsid w:val="008B5BA6"/>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50FD1"/>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2DED"/>
    <w:rsid w:val="00C1719F"/>
    <w:rsid w:val="00C246CE"/>
    <w:rsid w:val="00C54711"/>
    <w:rsid w:val="00C57FA2"/>
    <w:rsid w:val="00CC2E4D"/>
    <w:rsid w:val="00CC78A5"/>
    <w:rsid w:val="00CC7B16"/>
    <w:rsid w:val="00CE15FE"/>
    <w:rsid w:val="00CE5ADA"/>
    <w:rsid w:val="00D02E15"/>
    <w:rsid w:val="00D04A0D"/>
    <w:rsid w:val="00D14F44"/>
    <w:rsid w:val="00D2217A"/>
    <w:rsid w:val="00D278E8"/>
    <w:rsid w:val="00D421E8"/>
    <w:rsid w:val="00D44604"/>
    <w:rsid w:val="00D479B3"/>
    <w:rsid w:val="00D52283"/>
    <w:rsid w:val="00D524E5"/>
    <w:rsid w:val="00D72FEF"/>
    <w:rsid w:val="00D755FA"/>
    <w:rsid w:val="00D7609B"/>
    <w:rsid w:val="00DC4A4E"/>
    <w:rsid w:val="00DD1874"/>
    <w:rsid w:val="00DD63BD"/>
    <w:rsid w:val="00DE1987"/>
    <w:rsid w:val="00DF05DB"/>
    <w:rsid w:val="00DF7E20"/>
    <w:rsid w:val="00E172C6"/>
    <w:rsid w:val="00E24309"/>
    <w:rsid w:val="00E53D82"/>
    <w:rsid w:val="00E55D18"/>
    <w:rsid w:val="00E9330A"/>
    <w:rsid w:val="00EB7818"/>
    <w:rsid w:val="00EE6B97"/>
    <w:rsid w:val="00F12C3B"/>
    <w:rsid w:val="00F2483A"/>
    <w:rsid w:val="00F26884"/>
    <w:rsid w:val="00F72ECC"/>
    <w:rsid w:val="00F82685"/>
    <w:rsid w:val="00F8355F"/>
    <w:rsid w:val="00F85B2A"/>
    <w:rsid w:val="00FA3196"/>
    <w:rsid w:val="00FA48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3CBA9D"/>
  <w15:docId w15:val="{22F41636-704B-42F5-B2CE-0C29DEA3C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FA48D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A48D6"/>
    <w:rPr>
      <w:rFonts w:ascii="Calibri" w:hAnsi="Calibri" w:cs="Calibri"/>
      <w:noProof/>
      <w:lang w:val="en-US"/>
    </w:rPr>
  </w:style>
  <w:style w:type="paragraph" w:customStyle="1" w:styleId="EndNoteBibliography">
    <w:name w:val="EndNote Bibliography"/>
    <w:basedOn w:val="Normal"/>
    <w:link w:val="EndNoteBibliographyChar"/>
    <w:rsid w:val="00FA48D6"/>
    <w:rPr>
      <w:rFonts w:ascii="Calibri" w:hAnsi="Calibri" w:cs="Calibri"/>
      <w:noProof/>
      <w:lang w:val="en-US"/>
    </w:rPr>
  </w:style>
  <w:style w:type="character" w:customStyle="1" w:styleId="EndNoteBibliographyChar">
    <w:name w:val="EndNote Bibliography Char"/>
    <w:basedOn w:val="DefaultParagraphFont"/>
    <w:link w:val="EndNoteBibliography"/>
    <w:rsid w:val="00FA48D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35641987">
      <w:bodyDiv w:val="1"/>
      <w:marLeft w:val="0"/>
      <w:marRight w:val="0"/>
      <w:marTop w:val="0"/>
      <w:marBottom w:val="0"/>
      <w:divBdr>
        <w:top w:val="none" w:sz="0" w:space="0" w:color="auto"/>
        <w:left w:val="none" w:sz="0" w:space="0" w:color="auto"/>
        <w:bottom w:val="none" w:sz="0" w:space="0" w:color="auto"/>
        <w:right w:val="none" w:sz="0" w:space="0" w:color="auto"/>
      </w:divBdr>
    </w:div>
    <w:div w:id="947925673">
      <w:bodyDiv w:val="1"/>
      <w:marLeft w:val="0"/>
      <w:marRight w:val="0"/>
      <w:marTop w:val="0"/>
      <w:marBottom w:val="0"/>
      <w:divBdr>
        <w:top w:val="none" w:sz="0" w:space="0" w:color="auto"/>
        <w:left w:val="none" w:sz="0" w:space="0" w:color="auto"/>
        <w:bottom w:val="none" w:sz="0" w:space="0" w:color="auto"/>
        <w:right w:val="none" w:sz="0" w:space="0" w:color="auto"/>
      </w:divBdr>
    </w:div>
    <w:div w:id="1174883117">
      <w:bodyDiv w:val="1"/>
      <w:marLeft w:val="0"/>
      <w:marRight w:val="0"/>
      <w:marTop w:val="0"/>
      <w:marBottom w:val="0"/>
      <w:divBdr>
        <w:top w:val="none" w:sz="0" w:space="0" w:color="auto"/>
        <w:left w:val="none" w:sz="0" w:space="0" w:color="auto"/>
        <w:bottom w:val="none" w:sz="0" w:space="0" w:color="auto"/>
        <w:right w:val="none" w:sz="0" w:space="0" w:color="auto"/>
      </w:divBdr>
    </w:div>
    <w:div w:id="1244026593">
      <w:bodyDiv w:val="1"/>
      <w:marLeft w:val="0"/>
      <w:marRight w:val="0"/>
      <w:marTop w:val="0"/>
      <w:marBottom w:val="0"/>
      <w:divBdr>
        <w:top w:val="none" w:sz="0" w:space="0" w:color="auto"/>
        <w:left w:val="none" w:sz="0" w:space="0" w:color="auto"/>
        <w:bottom w:val="none" w:sz="0" w:space="0" w:color="auto"/>
        <w:right w:val="none" w:sz="0" w:space="0" w:color="auto"/>
      </w:divBdr>
    </w:div>
    <w:div w:id="1324552546">
      <w:bodyDiv w:val="1"/>
      <w:marLeft w:val="0"/>
      <w:marRight w:val="0"/>
      <w:marTop w:val="0"/>
      <w:marBottom w:val="0"/>
      <w:divBdr>
        <w:top w:val="none" w:sz="0" w:space="0" w:color="auto"/>
        <w:left w:val="none" w:sz="0" w:space="0" w:color="auto"/>
        <w:bottom w:val="none" w:sz="0" w:space="0" w:color="auto"/>
        <w:right w:val="none" w:sz="0" w:space="0" w:color="auto"/>
      </w:divBdr>
    </w:div>
    <w:div w:id="1722367395">
      <w:bodyDiv w:val="1"/>
      <w:marLeft w:val="0"/>
      <w:marRight w:val="0"/>
      <w:marTop w:val="0"/>
      <w:marBottom w:val="0"/>
      <w:divBdr>
        <w:top w:val="none" w:sz="0" w:space="0" w:color="auto"/>
        <w:left w:val="none" w:sz="0" w:space="0" w:color="auto"/>
        <w:bottom w:val="none" w:sz="0" w:space="0" w:color="auto"/>
        <w:right w:val="none" w:sz="0" w:space="0" w:color="auto"/>
      </w:divBdr>
    </w:div>
    <w:div w:id="183332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106</TotalTime>
  <Pages>4</Pages>
  <Words>1410</Words>
  <Characters>8037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2019-10-08T15:08:00Z</dcterms:created>
  <dcterms:modified xsi:type="dcterms:W3CDTF">2019-10-14T14:07:00Z</dcterms:modified>
</cp:coreProperties>
</file>